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BB5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1FF4EE" w14:textId="68774EF0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C11242" w14:textId="682F540B" w:rsidR="00817021" w:rsidRDefault="00817021" w:rsidP="0081702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C52194">
        <w:rPr>
          <w:rFonts w:ascii="Corbel" w:hAnsi="Corbel"/>
          <w:i/>
          <w:smallCaps/>
          <w:sz w:val="24"/>
          <w:szCs w:val="24"/>
        </w:rPr>
        <w:t>1</w:t>
      </w:r>
      <w:r w:rsidRPr="0098200B">
        <w:rPr>
          <w:rFonts w:ascii="Corbel" w:hAnsi="Corbel"/>
          <w:i/>
          <w:smallCaps/>
          <w:sz w:val="24"/>
          <w:szCs w:val="24"/>
        </w:rPr>
        <w:t>-202</w:t>
      </w:r>
      <w:r w:rsidR="00C52194">
        <w:rPr>
          <w:rFonts w:ascii="Corbel" w:hAnsi="Corbel"/>
          <w:i/>
          <w:smallCaps/>
          <w:sz w:val="24"/>
          <w:szCs w:val="24"/>
        </w:rPr>
        <w:t>4</w:t>
      </w:r>
    </w:p>
    <w:p w14:paraId="71043D81" w14:textId="01A3AA9E" w:rsidR="00445970" w:rsidRPr="00817021" w:rsidRDefault="00445970" w:rsidP="003A45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="003A452D" w:rsidRPr="00817021">
        <w:rPr>
          <w:rFonts w:ascii="Corbel" w:hAnsi="Corbel"/>
          <w:sz w:val="20"/>
          <w:szCs w:val="20"/>
        </w:rPr>
        <w:t>ok akademicki   202</w:t>
      </w:r>
      <w:r w:rsidR="00C52194">
        <w:rPr>
          <w:rFonts w:ascii="Corbel" w:hAnsi="Corbel"/>
          <w:sz w:val="20"/>
          <w:szCs w:val="20"/>
        </w:rPr>
        <w:t>3</w:t>
      </w:r>
      <w:r w:rsidR="003A452D" w:rsidRPr="00817021">
        <w:rPr>
          <w:rFonts w:ascii="Corbel" w:hAnsi="Corbel"/>
          <w:sz w:val="20"/>
          <w:szCs w:val="20"/>
        </w:rPr>
        <w:t>/202</w:t>
      </w:r>
      <w:r w:rsidR="00C5219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AB876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9871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F34BF" w14:textId="77777777" w:rsidTr="00B819C8">
        <w:tc>
          <w:tcPr>
            <w:tcW w:w="2694" w:type="dxa"/>
            <w:vAlign w:val="center"/>
          </w:tcPr>
          <w:p w14:paraId="704C1C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52E55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="0085747A" w:rsidRPr="009C54AE" w14:paraId="155D5151" w14:textId="77777777" w:rsidTr="00B819C8">
        <w:tc>
          <w:tcPr>
            <w:tcW w:w="2694" w:type="dxa"/>
            <w:vAlign w:val="center"/>
          </w:tcPr>
          <w:p w14:paraId="139729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2F4456" w14:textId="77777777" w:rsidR="0085747A" w:rsidRPr="00AD4525" w:rsidRDefault="00AD4525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</w:t>
            </w:r>
            <w:proofErr w:type="spellStart"/>
            <w:r>
              <w:t>GRiL</w:t>
            </w:r>
            <w:proofErr w:type="spellEnd"/>
            <w:r>
              <w:t>/C-1.4a</w:t>
            </w:r>
          </w:p>
        </w:tc>
      </w:tr>
      <w:tr w:rsidR="0085747A" w:rsidRPr="009C54AE" w14:paraId="7B430309" w14:textId="77777777" w:rsidTr="00B819C8">
        <w:tc>
          <w:tcPr>
            <w:tcW w:w="2694" w:type="dxa"/>
            <w:vAlign w:val="center"/>
          </w:tcPr>
          <w:p w14:paraId="38053B2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BA75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61C1AD" w14:textId="77777777" w:rsidTr="00B819C8">
        <w:tc>
          <w:tcPr>
            <w:tcW w:w="2694" w:type="dxa"/>
            <w:vAlign w:val="center"/>
          </w:tcPr>
          <w:p w14:paraId="54D85F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04132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32031BA" w14:textId="77777777" w:rsidTr="00B819C8">
        <w:tc>
          <w:tcPr>
            <w:tcW w:w="2694" w:type="dxa"/>
            <w:vAlign w:val="center"/>
          </w:tcPr>
          <w:p w14:paraId="744FF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5508E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2739B8A" w14:textId="77777777" w:rsidTr="00B819C8">
        <w:tc>
          <w:tcPr>
            <w:tcW w:w="2694" w:type="dxa"/>
            <w:vAlign w:val="center"/>
          </w:tcPr>
          <w:p w14:paraId="552073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057C04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8146C82" w14:textId="77777777" w:rsidTr="00B819C8">
        <w:tc>
          <w:tcPr>
            <w:tcW w:w="2694" w:type="dxa"/>
            <w:vAlign w:val="center"/>
          </w:tcPr>
          <w:p w14:paraId="6822E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4CE8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80D60CD" w14:textId="77777777" w:rsidTr="00B819C8">
        <w:tc>
          <w:tcPr>
            <w:tcW w:w="2694" w:type="dxa"/>
            <w:vAlign w:val="center"/>
          </w:tcPr>
          <w:p w14:paraId="32939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56692A" w14:textId="0D8FE0E7" w:rsidR="0085747A" w:rsidRPr="0054253F" w:rsidRDefault="00542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253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6412387" w14:textId="77777777" w:rsidTr="00B819C8">
        <w:tc>
          <w:tcPr>
            <w:tcW w:w="2694" w:type="dxa"/>
            <w:vAlign w:val="center"/>
          </w:tcPr>
          <w:p w14:paraId="24476B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F6845F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79E0037C" w14:textId="77777777" w:rsidTr="00B819C8">
        <w:tc>
          <w:tcPr>
            <w:tcW w:w="2694" w:type="dxa"/>
            <w:vAlign w:val="center"/>
          </w:tcPr>
          <w:p w14:paraId="2BFCC4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1B1AC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4973ECD" w14:textId="77777777" w:rsidTr="00B819C8">
        <w:tc>
          <w:tcPr>
            <w:tcW w:w="2694" w:type="dxa"/>
            <w:vAlign w:val="center"/>
          </w:tcPr>
          <w:p w14:paraId="21F2A4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9072F6" w14:textId="77777777" w:rsidR="00923D7D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D0DDD83" w14:textId="77777777" w:rsidTr="00B819C8">
        <w:tc>
          <w:tcPr>
            <w:tcW w:w="2694" w:type="dxa"/>
            <w:vAlign w:val="center"/>
          </w:tcPr>
          <w:p w14:paraId="19512C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37E30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3FEA593F" w14:textId="77777777" w:rsidTr="00B819C8">
        <w:tc>
          <w:tcPr>
            <w:tcW w:w="2694" w:type="dxa"/>
            <w:vAlign w:val="center"/>
          </w:tcPr>
          <w:p w14:paraId="07F7A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989D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C6E92B1" w14:textId="644EA91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64E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18F26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6C53CF" w14:textId="77777777" w:rsidTr="003A45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F2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0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5E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1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40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1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4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FA43146" w14:textId="77777777" w:rsidTr="003A45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CF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EF4" w14:textId="2835FBD4" w:rsidR="00015B8F" w:rsidRPr="009C54AE" w:rsidRDefault="00542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FF5" w14:textId="4A320B9F" w:rsidR="00015B8F" w:rsidRPr="009C54AE" w:rsidRDefault="00542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77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EC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3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09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0301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4D9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ACD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B6ADF5" w14:textId="77777777" w:rsidR="004457D4" w:rsidRDefault="004457D4" w:rsidP="004457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B3C431C" w14:textId="77777777" w:rsidR="004457D4" w:rsidRPr="004457D4" w:rsidRDefault="004457D4" w:rsidP="0044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3FFF0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A9EEA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1B9EAC" w14:textId="77777777" w:rsidR="009C54AE" w:rsidRPr="004457D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14:paraId="75A2E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6A1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3A51A" w14:textId="77777777" w:rsidTr="00745302">
        <w:tc>
          <w:tcPr>
            <w:tcW w:w="9670" w:type="dxa"/>
          </w:tcPr>
          <w:p w14:paraId="7BCDF52C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6921A3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1C7E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AF5D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512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543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50AF4F" w14:textId="77777777" w:rsidTr="00923D7D">
        <w:tc>
          <w:tcPr>
            <w:tcW w:w="851" w:type="dxa"/>
            <w:vAlign w:val="center"/>
          </w:tcPr>
          <w:p w14:paraId="4683DC4E" w14:textId="77777777" w:rsidR="0085747A" w:rsidRPr="001317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A7756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="0085747A" w:rsidRPr="009C54AE" w14:paraId="16725A9F" w14:textId="77777777" w:rsidTr="00923D7D">
        <w:tc>
          <w:tcPr>
            <w:tcW w:w="851" w:type="dxa"/>
            <w:vAlign w:val="center"/>
          </w:tcPr>
          <w:p w14:paraId="1C626C4D" w14:textId="77777777" w:rsidR="0085747A" w:rsidRPr="0013174B" w:rsidRDefault="00D509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E19088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1FA8D83D" w14:textId="77777777" w:rsidTr="00923D7D">
        <w:tc>
          <w:tcPr>
            <w:tcW w:w="851" w:type="dxa"/>
            <w:vAlign w:val="center"/>
          </w:tcPr>
          <w:p w14:paraId="3C0B357E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0FF14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14:paraId="2B7C5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B84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45A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0F4FD988" w14:textId="77777777" w:rsidTr="0013174B">
        <w:tc>
          <w:tcPr>
            <w:tcW w:w="1447" w:type="dxa"/>
            <w:vAlign w:val="center"/>
          </w:tcPr>
          <w:p w14:paraId="7610A7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7F5EC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07839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A561C3B" w14:textId="77777777" w:rsidTr="0013174B">
        <w:tc>
          <w:tcPr>
            <w:tcW w:w="1447" w:type="dxa"/>
          </w:tcPr>
          <w:p w14:paraId="0558E384" w14:textId="77777777" w:rsidR="0085747A" w:rsidRPr="0013174B" w:rsidRDefault="003A452D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3174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E1CFFC4" w14:textId="77777777" w:rsidR="0085747A" w:rsidRPr="0013174B" w:rsidRDefault="00D509FC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14:paraId="798CE09C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C91BBC8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DDDABEA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C191C0D" w14:textId="77777777" w:rsidR="0085747A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64AEE4EE" w14:textId="77777777" w:rsidTr="0013174B">
        <w:tc>
          <w:tcPr>
            <w:tcW w:w="1447" w:type="dxa"/>
          </w:tcPr>
          <w:p w14:paraId="7485C07F" w14:textId="77777777" w:rsidR="0085747A" w:rsidRPr="0013174B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A36C9C3" w14:textId="77777777" w:rsidR="0085747A" w:rsidRPr="0013174B" w:rsidRDefault="00E90E47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14:paraId="32E720F9" w14:textId="38BAAED4" w:rsidR="00A87A7F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67E8AFD8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85747A" w:rsidRPr="009C54AE" w14:paraId="7B14CB89" w14:textId="77777777" w:rsidTr="0013174B">
        <w:tc>
          <w:tcPr>
            <w:tcW w:w="1447" w:type="dxa"/>
          </w:tcPr>
          <w:p w14:paraId="24917B25" w14:textId="77777777" w:rsidR="0085747A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C2DF781" w14:textId="77777777" w:rsidR="0085747A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14:paraId="0A7D117E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E90E47" w:rsidRPr="009C54AE" w14:paraId="70E3CA7B" w14:textId="77777777" w:rsidTr="0013174B">
        <w:tc>
          <w:tcPr>
            <w:tcW w:w="1447" w:type="dxa"/>
          </w:tcPr>
          <w:p w14:paraId="67D152E2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64659BB7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14:paraId="29139FBC" w14:textId="77777777" w:rsidR="00E90E47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656A9DC8" w14:textId="77777777" w:rsidTr="0013174B">
        <w:tc>
          <w:tcPr>
            <w:tcW w:w="1447" w:type="dxa"/>
          </w:tcPr>
          <w:p w14:paraId="6DDBD30E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53CC263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14:paraId="26FA2503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14:paraId="4633F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EEF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EC7A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1B36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0F239" w14:textId="77777777" w:rsidTr="00481AA1">
        <w:tc>
          <w:tcPr>
            <w:tcW w:w="9520" w:type="dxa"/>
          </w:tcPr>
          <w:p w14:paraId="570E73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7DEFD6" w14:textId="77777777" w:rsidTr="00481AA1">
        <w:tc>
          <w:tcPr>
            <w:tcW w:w="9520" w:type="dxa"/>
          </w:tcPr>
          <w:p w14:paraId="68096BEA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7DF7F3D1" w14:textId="77777777" w:rsidTr="00481AA1">
        <w:tc>
          <w:tcPr>
            <w:tcW w:w="9520" w:type="dxa"/>
          </w:tcPr>
          <w:p w14:paraId="1666B9F0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="0085747A" w:rsidRPr="009C54AE" w14:paraId="4F66F003" w14:textId="77777777" w:rsidTr="00481AA1">
        <w:tc>
          <w:tcPr>
            <w:tcW w:w="9520" w:type="dxa"/>
          </w:tcPr>
          <w:p w14:paraId="2C518BA4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523806A3" w14:textId="77777777" w:rsidTr="00481AA1">
        <w:tc>
          <w:tcPr>
            <w:tcW w:w="9520" w:type="dxa"/>
          </w:tcPr>
          <w:p w14:paraId="3B129056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13174B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6582C0C3" w14:textId="77777777" w:rsidTr="00481AA1">
        <w:tc>
          <w:tcPr>
            <w:tcW w:w="9520" w:type="dxa"/>
          </w:tcPr>
          <w:p w14:paraId="4A637B6C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3872161C" w14:textId="77777777" w:rsidTr="00481AA1">
        <w:tc>
          <w:tcPr>
            <w:tcW w:w="9520" w:type="dxa"/>
          </w:tcPr>
          <w:p w14:paraId="6429F392" w14:textId="77777777" w:rsidR="00481AA1" w:rsidRPr="0013174B" w:rsidRDefault="00481AA1" w:rsidP="00481AA1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6CDDD203" w14:textId="77777777" w:rsidTr="00481AA1">
        <w:tc>
          <w:tcPr>
            <w:tcW w:w="9520" w:type="dxa"/>
          </w:tcPr>
          <w:p w14:paraId="0BC7037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566C842B" w14:textId="77777777" w:rsidTr="00481AA1">
        <w:tc>
          <w:tcPr>
            <w:tcW w:w="9520" w:type="dxa"/>
          </w:tcPr>
          <w:p w14:paraId="14CEA3B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="00481AA1" w:rsidRPr="009C54AE" w14:paraId="42D084B4" w14:textId="77777777" w:rsidTr="00481AA1">
        <w:tc>
          <w:tcPr>
            <w:tcW w:w="9520" w:type="dxa"/>
          </w:tcPr>
          <w:p w14:paraId="1C173ECA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 xml:space="preserve">Gospodarka </w:t>
            </w:r>
            <w:proofErr w:type="spellStart"/>
            <w:r w:rsidRPr="0013174B">
              <w:rPr>
                <w:rFonts w:ascii="Corbel" w:hAnsi="Corbel"/>
                <w:sz w:val="24"/>
                <w:szCs w:val="24"/>
              </w:rPr>
              <w:t>zasobooszczędna</w:t>
            </w:r>
            <w:proofErr w:type="spellEnd"/>
            <w:r w:rsidRPr="001317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47FC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8D7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F005B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B5960" w14:textId="77777777" w:rsidTr="009D6CF2">
        <w:tc>
          <w:tcPr>
            <w:tcW w:w="9520" w:type="dxa"/>
          </w:tcPr>
          <w:p w14:paraId="7E180316" w14:textId="77777777" w:rsidR="0085747A" w:rsidRPr="001317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F72988" w14:textId="77777777" w:rsidTr="009D6CF2">
        <w:tc>
          <w:tcPr>
            <w:tcW w:w="9520" w:type="dxa"/>
          </w:tcPr>
          <w:p w14:paraId="51E0B7C7" w14:textId="77777777" w:rsidR="0085747A" w:rsidRPr="0013174B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08F19D13" w14:textId="77777777" w:rsidTr="009D6CF2">
        <w:tc>
          <w:tcPr>
            <w:tcW w:w="9520" w:type="dxa"/>
          </w:tcPr>
          <w:p w14:paraId="090110E3" w14:textId="77777777" w:rsidR="0085747A" w:rsidRPr="0013174B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4834DB43" w14:textId="77777777" w:rsidTr="009D6CF2">
        <w:tc>
          <w:tcPr>
            <w:tcW w:w="9520" w:type="dxa"/>
          </w:tcPr>
          <w:p w14:paraId="382395C1" w14:textId="77777777" w:rsidR="0085747A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77037F81" w14:textId="77777777" w:rsidTr="009D6CF2">
        <w:tc>
          <w:tcPr>
            <w:tcW w:w="9520" w:type="dxa"/>
          </w:tcPr>
          <w:p w14:paraId="2ECC84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13174B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0AEDCA57" w14:textId="77777777" w:rsidTr="009D6CF2">
        <w:tc>
          <w:tcPr>
            <w:tcW w:w="9520" w:type="dxa"/>
          </w:tcPr>
          <w:p w14:paraId="5C3F7EBC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0C2BDFB" w14:textId="77777777" w:rsidTr="009D6CF2">
        <w:tc>
          <w:tcPr>
            <w:tcW w:w="9520" w:type="dxa"/>
          </w:tcPr>
          <w:p w14:paraId="5F782F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7865DB6A" w14:textId="77777777" w:rsidTr="009D6CF2">
        <w:tc>
          <w:tcPr>
            <w:tcW w:w="9520" w:type="dxa"/>
          </w:tcPr>
          <w:p w14:paraId="69FF0B6A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B25641B" w14:textId="77777777" w:rsidTr="009D6CF2">
        <w:tc>
          <w:tcPr>
            <w:tcW w:w="9520" w:type="dxa"/>
          </w:tcPr>
          <w:p w14:paraId="769F5FA6" w14:textId="77777777" w:rsidR="00481AA1" w:rsidRPr="0013174B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13174B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3ADAD6F1" w14:textId="77777777" w:rsidTr="009D6CF2">
        <w:tc>
          <w:tcPr>
            <w:tcW w:w="9520" w:type="dxa"/>
          </w:tcPr>
          <w:p w14:paraId="447E42F0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2E76E4FD" w14:textId="77777777" w:rsidTr="009D6CF2">
        <w:tc>
          <w:tcPr>
            <w:tcW w:w="9520" w:type="dxa"/>
          </w:tcPr>
          <w:p w14:paraId="7874A8A6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223B7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9A4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489C9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CE47D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73C664C0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1D1415AF" w14:textId="77777777" w:rsidR="003A452D" w:rsidRDefault="003A45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6909E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2A3D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355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775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8D92652" w14:textId="77777777" w:rsidTr="00C05F44">
        <w:tc>
          <w:tcPr>
            <w:tcW w:w="1985" w:type="dxa"/>
            <w:vAlign w:val="center"/>
          </w:tcPr>
          <w:p w14:paraId="125BF4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D18E15" w14:textId="77777777" w:rsidR="0085747A" w:rsidRPr="009C54AE" w:rsidRDefault="00F974D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E449A1D" w14:textId="77777777" w:rsidR="0085747A" w:rsidRPr="009C54AE" w:rsidRDefault="0085747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F966089" w14:textId="77777777" w:rsidTr="00C05F44">
        <w:tc>
          <w:tcPr>
            <w:tcW w:w="1985" w:type="dxa"/>
          </w:tcPr>
          <w:p w14:paraId="6DA0052F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3174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3174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EF3BD68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7B616D2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85747A" w:rsidRPr="009C54AE" w14:paraId="0AC7A858" w14:textId="77777777" w:rsidTr="00C05F44">
        <w:tc>
          <w:tcPr>
            <w:tcW w:w="1985" w:type="dxa"/>
          </w:tcPr>
          <w:p w14:paraId="47025756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D69EA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351086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C35570F" w14:textId="77777777" w:rsidTr="00C05F44">
        <w:tc>
          <w:tcPr>
            <w:tcW w:w="1985" w:type="dxa"/>
          </w:tcPr>
          <w:p w14:paraId="2891EC4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21E4A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C4E202F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47F310A" w14:textId="77777777" w:rsidTr="00C05F44">
        <w:tc>
          <w:tcPr>
            <w:tcW w:w="1985" w:type="dxa"/>
          </w:tcPr>
          <w:p w14:paraId="1559B15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CF4C1AA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44B6664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34A9C71E" w14:textId="77777777" w:rsidTr="00C05F44">
        <w:tc>
          <w:tcPr>
            <w:tcW w:w="1985" w:type="dxa"/>
          </w:tcPr>
          <w:p w14:paraId="3E890A13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A5452A5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7FF35250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14:paraId="70488D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141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E5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0E84A" w14:textId="77777777" w:rsidTr="00923D7D">
        <w:tc>
          <w:tcPr>
            <w:tcW w:w="9670" w:type="dxa"/>
          </w:tcPr>
          <w:p w14:paraId="4EA6FAAD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76EBB083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4ADF807C" w14:textId="77777777" w:rsidR="0085747A" w:rsidRPr="004469A7" w:rsidRDefault="004469A7" w:rsidP="0013174B">
            <w:pPr>
              <w:spacing w:after="0" w:line="240" w:lineRule="auto"/>
            </w:pPr>
            <w:r w:rsidRPr="0013174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9EC5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64DE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0466B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6E16D8F" w14:textId="77777777" w:rsidTr="003E1941">
        <w:tc>
          <w:tcPr>
            <w:tcW w:w="4962" w:type="dxa"/>
            <w:vAlign w:val="center"/>
          </w:tcPr>
          <w:p w14:paraId="08A77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371CC" w14:textId="6CD1C71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0BD187" w14:textId="77777777" w:rsidTr="00923D7D">
        <w:tc>
          <w:tcPr>
            <w:tcW w:w="4962" w:type="dxa"/>
          </w:tcPr>
          <w:p w14:paraId="0134E7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A60B49" w14:textId="78155EA7" w:rsidR="0085747A" w:rsidRPr="009C54AE" w:rsidRDefault="0054253F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A8F590D" w14:textId="77777777" w:rsidTr="00923D7D">
        <w:tc>
          <w:tcPr>
            <w:tcW w:w="4962" w:type="dxa"/>
          </w:tcPr>
          <w:p w14:paraId="1671FD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1574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1F79C6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642387C" w14:textId="77777777" w:rsidTr="00923D7D">
        <w:tc>
          <w:tcPr>
            <w:tcW w:w="4962" w:type="dxa"/>
          </w:tcPr>
          <w:p w14:paraId="58543FC0" w14:textId="7DD5144E" w:rsidR="00C61DC5" w:rsidRPr="009C54AE" w:rsidRDefault="00C61DC5" w:rsidP="004457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31E8E34" w14:textId="11DC93BA" w:rsidR="00C61DC5" w:rsidRPr="009C54AE" w:rsidRDefault="0054253F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6C8A132B" w14:textId="77777777" w:rsidTr="00923D7D">
        <w:tc>
          <w:tcPr>
            <w:tcW w:w="4962" w:type="dxa"/>
          </w:tcPr>
          <w:p w14:paraId="257DAD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54FFA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2BE0FBE" w14:textId="77777777" w:rsidTr="00923D7D">
        <w:tc>
          <w:tcPr>
            <w:tcW w:w="4962" w:type="dxa"/>
          </w:tcPr>
          <w:p w14:paraId="080E41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EBD102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6ED9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7ABDE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BEB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6B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28F21439" w14:textId="77777777" w:rsidTr="003A452D">
        <w:trPr>
          <w:trHeight w:val="397"/>
        </w:trPr>
        <w:tc>
          <w:tcPr>
            <w:tcW w:w="4082" w:type="dxa"/>
          </w:tcPr>
          <w:p w14:paraId="0EE13A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7B7987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4FA2E3" w14:textId="77777777" w:rsidTr="003A452D">
        <w:trPr>
          <w:trHeight w:val="397"/>
        </w:trPr>
        <w:tc>
          <w:tcPr>
            <w:tcW w:w="4082" w:type="dxa"/>
          </w:tcPr>
          <w:p w14:paraId="69FEA3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8C01E19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28B7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DF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7D778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E869BC" w14:textId="77777777" w:rsidTr="0013174B">
        <w:trPr>
          <w:trHeight w:val="397"/>
        </w:trPr>
        <w:tc>
          <w:tcPr>
            <w:tcW w:w="9498" w:type="dxa"/>
          </w:tcPr>
          <w:p w14:paraId="7B5FB27C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F3895" w14:textId="77777777" w:rsidR="00AA6155" w:rsidRPr="007B500A" w:rsidRDefault="003A452D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="00AA6155" w:rsidRPr="007B500A">
              <w:rPr>
                <w:rFonts w:ascii="Corbel" w:hAnsi="Corbel"/>
              </w:rPr>
              <w:t xml:space="preserve">Fiedor (red.) Podstawy ekonomii środowiska i zasobów naturalnych, Wyd. </w:t>
            </w:r>
            <w:proofErr w:type="spellStart"/>
            <w:r w:rsidR="00AA6155" w:rsidRPr="007B500A">
              <w:rPr>
                <w:rFonts w:ascii="Corbel" w:hAnsi="Corbel"/>
              </w:rPr>
              <w:t>C.H</w:t>
            </w:r>
            <w:proofErr w:type="spellEnd"/>
            <w:r w:rsidR="00AA6155" w:rsidRPr="007B500A">
              <w:rPr>
                <w:rFonts w:ascii="Corbel" w:hAnsi="Corbel"/>
              </w:rPr>
              <w:t xml:space="preserve">. Beck, Warszawa 2002r. </w:t>
            </w:r>
          </w:p>
          <w:p w14:paraId="773A7794" w14:textId="77777777" w:rsidR="00AA6155" w:rsidRDefault="00AA6155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190A6599" w14:textId="77777777" w:rsidR="00AA6155" w:rsidRPr="00AA6155" w:rsidRDefault="00AA6155" w:rsidP="003A452D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 xml:space="preserve">B. </w:t>
            </w:r>
            <w:proofErr w:type="spellStart"/>
            <w:r w:rsidRPr="003A452D">
              <w:rPr>
                <w:rFonts w:ascii="Corbel" w:hAnsi="Corbel"/>
              </w:rPr>
              <w:t>Poskrobko</w:t>
            </w:r>
            <w:proofErr w:type="spellEnd"/>
            <w:r w:rsidRPr="003A452D">
              <w:rPr>
                <w:rFonts w:ascii="Corbel" w:hAnsi="Corbel"/>
              </w:rPr>
              <w:t>, Kształtowanie teorii i wdrożeniowe aspekty zrównoważonego rozwoju, WSE Białystok 2011r.</w:t>
            </w:r>
          </w:p>
        </w:tc>
      </w:tr>
      <w:tr w:rsidR="0085747A" w:rsidRPr="009C54AE" w14:paraId="1865F138" w14:textId="77777777" w:rsidTr="0013174B">
        <w:trPr>
          <w:trHeight w:val="397"/>
        </w:trPr>
        <w:tc>
          <w:tcPr>
            <w:tcW w:w="9498" w:type="dxa"/>
          </w:tcPr>
          <w:p w14:paraId="752D3240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EDC319" w14:textId="77777777" w:rsidR="00AA6155" w:rsidRPr="007B500A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S. Czaja, A. </w:t>
            </w:r>
            <w:proofErr w:type="spellStart"/>
            <w:r w:rsidRPr="007B500A">
              <w:rPr>
                <w:rFonts w:ascii="Corbel" w:hAnsi="Corbel"/>
              </w:rPr>
              <w:t>Becla</w:t>
            </w:r>
            <w:proofErr w:type="spellEnd"/>
            <w:r w:rsidRPr="007B500A">
              <w:rPr>
                <w:rFonts w:ascii="Corbel" w:hAnsi="Corbel"/>
              </w:rPr>
              <w:t xml:space="preserve">, J. Włodarczyk, T. </w:t>
            </w:r>
            <w:proofErr w:type="spellStart"/>
            <w:r w:rsidRPr="007B500A">
              <w:rPr>
                <w:rFonts w:ascii="Corbel" w:hAnsi="Corbel"/>
              </w:rPr>
              <w:t>Poskrobko</w:t>
            </w:r>
            <w:proofErr w:type="spellEnd"/>
            <w:r w:rsidRPr="007B500A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B500A">
              <w:rPr>
                <w:rFonts w:ascii="Corbel" w:hAnsi="Corbel"/>
              </w:rPr>
              <w:t>Difin</w:t>
            </w:r>
            <w:proofErr w:type="spellEnd"/>
            <w:r w:rsidRPr="007B500A">
              <w:rPr>
                <w:rFonts w:ascii="Corbel" w:hAnsi="Corbel"/>
              </w:rPr>
              <w:t xml:space="preserve">, Warszawa 2012. </w:t>
            </w:r>
          </w:p>
          <w:p w14:paraId="79628E0A" w14:textId="77777777" w:rsidR="00AA6155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Żylicz, Cena przyrody, </w:t>
            </w:r>
            <w:proofErr w:type="spellStart"/>
            <w:r w:rsidRPr="007B500A">
              <w:rPr>
                <w:rFonts w:ascii="Corbel" w:hAnsi="Corbel"/>
              </w:rPr>
              <w:t>WEiŚ</w:t>
            </w:r>
            <w:proofErr w:type="spellEnd"/>
            <w:r w:rsidRPr="007B500A">
              <w:rPr>
                <w:rFonts w:ascii="Corbel" w:hAnsi="Corbel"/>
              </w:rPr>
              <w:t>, Białystok 2014.</w:t>
            </w:r>
          </w:p>
          <w:p w14:paraId="54F00E6B" w14:textId="77777777" w:rsidR="00AA6155" w:rsidRPr="00AA6155" w:rsidRDefault="00AA6155" w:rsidP="003A452D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Prace Naukowe UE nr 22, Gospodarka a środowisko, Wyd. UE we Wrocławiu, Wrocław 2008r.</w:t>
            </w:r>
          </w:p>
        </w:tc>
      </w:tr>
    </w:tbl>
    <w:p w14:paraId="19E3BC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BD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BF2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296F7" w14:textId="77777777" w:rsidR="007B6BF5" w:rsidRDefault="007B6BF5" w:rsidP="00C16ABF">
      <w:pPr>
        <w:spacing w:after="0" w:line="240" w:lineRule="auto"/>
      </w:pPr>
      <w:r>
        <w:separator/>
      </w:r>
    </w:p>
  </w:endnote>
  <w:endnote w:type="continuationSeparator" w:id="0">
    <w:p w14:paraId="50DCB244" w14:textId="77777777" w:rsidR="007B6BF5" w:rsidRDefault="007B6B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4FD2E1" w14:textId="77777777" w:rsidR="007B6BF5" w:rsidRDefault="007B6BF5" w:rsidP="00C16ABF">
      <w:pPr>
        <w:spacing w:after="0" w:line="240" w:lineRule="auto"/>
      </w:pPr>
      <w:r>
        <w:separator/>
      </w:r>
    </w:p>
  </w:footnote>
  <w:footnote w:type="continuationSeparator" w:id="0">
    <w:p w14:paraId="3406EEE2" w14:textId="77777777" w:rsidR="007B6BF5" w:rsidRDefault="007B6BF5" w:rsidP="00C16ABF">
      <w:pPr>
        <w:spacing w:after="0" w:line="240" w:lineRule="auto"/>
      </w:pPr>
      <w:r>
        <w:continuationSeparator/>
      </w:r>
    </w:p>
  </w:footnote>
  <w:footnote w:id="1">
    <w:p w14:paraId="66FB84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E8E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253F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BF5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94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57D4"/>
  </w:style>
  <w:style w:type="character" w:customStyle="1" w:styleId="spellingerror">
    <w:name w:val="spellingerror"/>
    <w:basedOn w:val="Domylnaczcionkaakapitu"/>
    <w:rsid w:val="004457D4"/>
  </w:style>
  <w:style w:type="character" w:customStyle="1" w:styleId="eop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75833F-AB28-484B-A524-11FF1E4E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982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2020-11-26T12:25:00Z</dcterms:created>
  <dcterms:modified xsi:type="dcterms:W3CDTF">2021-09-03T08:19:00Z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